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D6" w:rsidRDefault="009C6DD6" w:rsidP="00E17F83">
      <w:pPr>
        <w:pStyle w:val="ABAHeading1"/>
        <w:outlineLvl w:val="0"/>
      </w:pPr>
    </w:p>
    <w:p w:rsidR="00E17F83" w:rsidRPr="00762CFE" w:rsidRDefault="00E17F83" w:rsidP="00E17F83">
      <w:pPr>
        <w:pStyle w:val="ABAHeading1"/>
        <w:outlineLvl w:val="0"/>
      </w:pPr>
      <w:r>
        <w:t>Contact details of person submitting this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1"/>
        <w:gridCol w:w="6508"/>
      </w:tblGrid>
      <w:tr w:rsidR="00E17F83" w:rsidRPr="00F87F70" w:rsidTr="009C6DD6">
        <w:trPr>
          <w:trHeight w:val="425"/>
        </w:trPr>
        <w:tc>
          <w:tcPr>
            <w:tcW w:w="3510" w:type="dxa"/>
            <w:vAlign w:val="center"/>
          </w:tcPr>
          <w:p w:rsidR="00E17F83" w:rsidRPr="00F87F70" w:rsidRDefault="003739B4" w:rsidP="009C6DD6">
            <w:pPr>
              <w:pStyle w:val="ABAHeading"/>
              <w:spacing w:line="240" w:lineRule="auto"/>
              <w:jc w:val="right"/>
              <w:outlineLvl w:val="0"/>
              <w:rPr>
                <w:color w:val="auto"/>
                <w:u w:val="single"/>
              </w:rPr>
            </w:pPr>
            <w:r w:rsidRPr="003739B4">
              <w:rPr>
                <w:color w:val="auto"/>
              </w:rPr>
              <w:t xml:space="preserve">Chief Investigator’s </w:t>
            </w:r>
            <w:r w:rsidR="009C6DD6">
              <w:rPr>
                <w:color w:val="auto"/>
              </w:rPr>
              <w:t>n</w:t>
            </w:r>
            <w:r w:rsidR="00E17F83" w:rsidRPr="00F87F70">
              <w:rPr>
                <w:color w:val="auto"/>
              </w:rPr>
              <w:t xml:space="preserve">ame: </w:t>
            </w:r>
          </w:p>
        </w:tc>
        <w:tc>
          <w:tcPr>
            <w:tcW w:w="6685" w:type="dxa"/>
            <w:vAlign w:val="center"/>
          </w:tcPr>
          <w:p w:rsidR="00E17F83" w:rsidRPr="00F87F70" w:rsidRDefault="00E17F83" w:rsidP="00E76B8E">
            <w:pPr>
              <w:pStyle w:val="ABAHeading"/>
              <w:spacing w:line="240" w:lineRule="auto"/>
              <w:outlineLvl w:val="0"/>
              <w:rPr>
                <w:color w:val="auto"/>
                <w:u w:val="single"/>
              </w:rPr>
            </w:pPr>
          </w:p>
        </w:tc>
      </w:tr>
      <w:tr w:rsidR="009C6DD6" w:rsidRPr="00F87F70" w:rsidTr="009C6DD6">
        <w:trPr>
          <w:trHeight w:val="425"/>
        </w:trPr>
        <w:tc>
          <w:tcPr>
            <w:tcW w:w="3510" w:type="dxa"/>
            <w:vAlign w:val="center"/>
          </w:tcPr>
          <w:p w:rsidR="009C6DD6" w:rsidRPr="003739B4" w:rsidRDefault="009C6DD6" w:rsidP="009C6DD6">
            <w:pPr>
              <w:pStyle w:val="ABAHeading"/>
              <w:spacing w:line="240" w:lineRule="auto"/>
              <w:jc w:val="right"/>
              <w:outlineLvl w:val="0"/>
              <w:rPr>
                <w:color w:val="auto"/>
              </w:rPr>
            </w:pPr>
            <w:r w:rsidRPr="00F87F70">
              <w:rPr>
                <w:color w:val="auto"/>
              </w:rPr>
              <w:t>Email:</w:t>
            </w:r>
          </w:p>
        </w:tc>
        <w:tc>
          <w:tcPr>
            <w:tcW w:w="6685" w:type="dxa"/>
            <w:vAlign w:val="center"/>
          </w:tcPr>
          <w:p w:rsidR="009C6DD6" w:rsidRPr="00F87F70" w:rsidRDefault="009C6DD6" w:rsidP="00E76B8E">
            <w:pPr>
              <w:pStyle w:val="ABAHeading"/>
              <w:spacing w:line="240" w:lineRule="auto"/>
              <w:outlineLvl w:val="0"/>
              <w:rPr>
                <w:color w:val="auto"/>
              </w:rPr>
            </w:pPr>
          </w:p>
        </w:tc>
      </w:tr>
      <w:tr w:rsidR="009C6DD6" w:rsidRPr="00F87F70" w:rsidTr="009C6DD6">
        <w:trPr>
          <w:trHeight w:val="425"/>
        </w:trPr>
        <w:tc>
          <w:tcPr>
            <w:tcW w:w="3510" w:type="dxa"/>
            <w:vAlign w:val="center"/>
          </w:tcPr>
          <w:p w:rsidR="009C6DD6" w:rsidRPr="003739B4" w:rsidRDefault="009C6DD6" w:rsidP="009C6DD6">
            <w:pPr>
              <w:pStyle w:val="ABAHeading"/>
              <w:spacing w:line="240" w:lineRule="auto"/>
              <w:jc w:val="right"/>
              <w:outlineLvl w:val="0"/>
              <w:rPr>
                <w:color w:val="auto"/>
              </w:rPr>
            </w:pPr>
            <w:r w:rsidRPr="00F87F70">
              <w:rPr>
                <w:color w:val="auto"/>
              </w:rPr>
              <w:t>Phone:</w:t>
            </w:r>
          </w:p>
        </w:tc>
        <w:tc>
          <w:tcPr>
            <w:tcW w:w="6685" w:type="dxa"/>
            <w:vAlign w:val="center"/>
          </w:tcPr>
          <w:p w:rsidR="009C6DD6" w:rsidRPr="00F87F70" w:rsidRDefault="009C6DD6" w:rsidP="00E76B8E">
            <w:pPr>
              <w:pStyle w:val="ABAHeading"/>
              <w:spacing w:line="240" w:lineRule="auto"/>
              <w:outlineLvl w:val="0"/>
              <w:rPr>
                <w:color w:val="auto"/>
              </w:rPr>
            </w:pPr>
          </w:p>
        </w:tc>
      </w:tr>
      <w:tr w:rsidR="00E17F83" w:rsidRPr="00F87F70" w:rsidTr="009C6DD6">
        <w:trPr>
          <w:trHeight w:val="425"/>
        </w:trPr>
        <w:tc>
          <w:tcPr>
            <w:tcW w:w="3510" w:type="dxa"/>
            <w:vAlign w:val="center"/>
          </w:tcPr>
          <w:p w:rsidR="00E17F83" w:rsidRPr="003739B4" w:rsidRDefault="003739B4" w:rsidP="009C6DD6">
            <w:pPr>
              <w:pStyle w:val="ABAHeading"/>
              <w:spacing w:line="240" w:lineRule="auto"/>
              <w:jc w:val="right"/>
              <w:outlineLvl w:val="0"/>
              <w:rPr>
                <w:color w:val="auto"/>
              </w:rPr>
            </w:pPr>
            <w:r w:rsidRPr="003739B4">
              <w:rPr>
                <w:color w:val="auto"/>
              </w:rPr>
              <w:t>Project title</w:t>
            </w:r>
            <w:r>
              <w:rPr>
                <w:color w:val="auto"/>
              </w:rPr>
              <w:t>:</w:t>
            </w:r>
          </w:p>
        </w:tc>
        <w:tc>
          <w:tcPr>
            <w:tcW w:w="6685" w:type="dxa"/>
            <w:vAlign w:val="center"/>
          </w:tcPr>
          <w:p w:rsidR="00E17F83" w:rsidRPr="00F87F70" w:rsidRDefault="00E17F83" w:rsidP="00E76B8E">
            <w:pPr>
              <w:pStyle w:val="ABAHeading"/>
              <w:spacing w:line="240" w:lineRule="auto"/>
              <w:outlineLvl w:val="0"/>
              <w:rPr>
                <w:color w:val="auto"/>
                <w:u w:val="single"/>
              </w:rPr>
            </w:pPr>
          </w:p>
        </w:tc>
      </w:tr>
    </w:tbl>
    <w:p w:rsidR="00E17F83" w:rsidRPr="00AE5D78" w:rsidRDefault="00E17F83" w:rsidP="00E17F83">
      <w:pPr>
        <w:pStyle w:val="ABAOptionalNote"/>
      </w:pPr>
    </w:p>
    <w:p w:rsidR="00AE5D78" w:rsidRDefault="00DC4298" w:rsidP="00DC4298">
      <w:pPr>
        <w:pStyle w:val="ABAHeading1"/>
        <w:outlineLvl w:val="0"/>
      </w:pPr>
      <w:r>
        <w:t>Where to return this form</w:t>
      </w:r>
    </w:p>
    <w:p w:rsidR="009C6DD6" w:rsidRDefault="00681C88" w:rsidP="009C6DD6">
      <w:pPr>
        <w:pStyle w:val="ABABodyText"/>
        <w:numPr>
          <w:ilvl w:val="0"/>
          <w:numId w:val="3"/>
        </w:numPr>
      </w:pPr>
      <w:r>
        <w:t xml:space="preserve">Scan </w:t>
      </w:r>
      <w:r w:rsidR="009C6DD6">
        <w:t xml:space="preserve">this page </w:t>
      </w:r>
      <w:r>
        <w:t xml:space="preserve">and email to </w:t>
      </w:r>
      <w:hyperlink r:id="rId8" w:history="1">
        <w:r w:rsidR="009C6DD6" w:rsidRPr="00A84BB4">
          <w:rPr>
            <w:rStyle w:val="Hyperlink"/>
          </w:rPr>
          <w:t>accounts@breastfeeding.asn.au</w:t>
        </w:r>
      </w:hyperlink>
    </w:p>
    <w:p w:rsidR="00AE5D78" w:rsidRDefault="00DC4298" w:rsidP="00DC4298">
      <w:pPr>
        <w:pStyle w:val="ABAHeading1"/>
        <w:outlineLvl w:val="0"/>
      </w:pPr>
      <w:r>
        <w:t>Questions about</w:t>
      </w:r>
      <w:r w:rsidR="00D734E5">
        <w:t xml:space="preserve"> completing</w:t>
      </w:r>
      <w:r>
        <w:t xml:space="preserve"> this form</w:t>
      </w:r>
    </w:p>
    <w:p w:rsidR="00AE5D78" w:rsidRPr="00AE5D78" w:rsidRDefault="00681C88" w:rsidP="00E17F83">
      <w:pPr>
        <w:pStyle w:val="ABABodyText"/>
      </w:pPr>
      <w:r>
        <w:t>Contact Breastfeeding Inform</w:t>
      </w:r>
      <w:r w:rsidR="001A6838">
        <w:t>a</w:t>
      </w:r>
      <w:r>
        <w:t>tion and Research</w:t>
      </w:r>
      <w:r w:rsidR="001A6838">
        <w:t xml:space="preserve"> on 03 </w:t>
      </w:r>
      <w:r w:rsidR="00F36665">
        <w:t>9690</w:t>
      </w:r>
      <w:r w:rsidR="00DE4695">
        <w:t xml:space="preserve"> </w:t>
      </w:r>
      <w:bookmarkStart w:id="0" w:name="_GoBack"/>
      <w:bookmarkEnd w:id="0"/>
      <w:r w:rsidR="00F36665">
        <w:t>4620</w:t>
      </w:r>
    </w:p>
    <w:p w:rsidR="003739B4" w:rsidRDefault="009C6DD6" w:rsidP="003739B4">
      <w:pPr>
        <w:pStyle w:val="ABAHeading1"/>
      </w:pPr>
      <w:r>
        <w:t>Payment details</w:t>
      </w:r>
    </w:p>
    <w:p w:rsidR="003739B4" w:rsidRPr="003739B4" w:rsidRDefault="003739B4" w:rsidP="003739B4">
      <w:pPr>
        <w:pStyle w:val="ABABodyText"/>
        <w:rPr>
          <w:b/>
          <w:lang w:val="en-US"/>
        </w:rPr>
      </w:pPr>
      <w:r w:rsidRPr="003739B4">
        <w:rPr>
          <w:b/>
          <w:lang w:val="en-US"/>
        </w:rPr>
        <w:t>A fee of $</w:t>
      </w:r>
      <w:r w:rsidR="00F36665">
        <w:rPr>
          <w:b/>
          <w:lang w:val="en-US"/>
        </w:rPr>
        <w:t>6</w:t>
      </w:r>
      <w:r w:rsidR="00F36665" w:rsidRPr="003739B4">
        <w:rPr>
          <w:b/>
          <w:lang w:val="en-US"/>
        </w:rPr>
        <w:t>0</w:t>
      </w:r>
      <w:r w:rsidRPr="003739B4">
        <w:rPr>
          <w:b/>
          <w:lang w:val="en-US"/>
        </w:rPr>
        <w:t>.00 is payable for all applications for assessment</w:t>
      </w:r>
    </w:p>
    <w:p w:rsidR="003739B4" w:rsidRPr="003739B4" w:rsidRDefault="003739B4" w:rsidP="003739B4">
      <w:pPr>
        <w:pStyle w:val="ABABodyText"/>
        <w:rPr>
          <w:b/>
          <w:lang w:val="en-US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060"/>
        <w:gridCol w:w="7919"/>
      </w:tblGrid>
      <w:tr w:rsidR="003739B4" w:rsidRPr="003739B4" w:rsidTr="006A4FAE">
        <w:trPr>
          <w:trHeight w:val="425"/>
          <w:jc w:val="center"/>
        </w:trPr>
        <w:tc>
          <w:tcPr>
            <w:tcW w:w="1032" w:type="pct"/>
            <w:vAlign w:val="bottom"/>
          </w:tcPr>
          <w:p w:rsidR="003739B4" w:rsidRPr="003739B4" w:rsidRDefault="003739B4" w:rsidP="003739B4">
            <w:pPr>
              <w:pStyle w:val="ABABodyText"/>
              <w:rPr>
                <w:lang w:val="en-US"/>
              </w:rPr>
            </w:pPr>
            <w:r w:rsidRPr="003739B4">
              <w:rPr>
                <w:lang w:val="en-US"/>
              </w:rPr>
              <w:t>Credit card:</w:t>
            </w:r>
          </w:p>
        </w:tc>
        <w:tc>
          <w:tcPr>
            <w:tcW w:w="3968" w:type="pct"/>
            <w:vAlign w:val="bottom"/>
          </w:tcPr>
          <w:p w:rsidR="003739B4" w:rsidRPr="003739B4" w:rsidRDefault="003739B4" w:rsidP="003739B4">
            <w:pPr>
              <w:pStyle w:val="ABABodyText"/>
              <w:rPr>
                <w:u w:val="single"/>
                <w:lang w:val="en-US"/>
              </w:rPr>
            </w:pPr>
            <w:r w:rsidRPr="003739B4">
              <w:rPr>
                <w:lang w:val="en-US"/>
              </w:rPr>
              <w:t xml:space="preserve">VISA  /  MasterCard                 </w:t>
            </w:r>
          </w:p>
        </w:tc>
      </w:tr>
      <w:tr w:rsidR="003739B4" w:rsidRPr="003739B4" w:rsidTr="009C6DD6">
        <w:trPr>
          <w:trHeight w:val="301"/>
          <w:jc w:val="center"/>
        </w:trPr>
        <w:tc>
          <w:tcPr>
            <w:tcW w:w="1032" w:type="pct"/>
            <w:vAlign w:val="bottom"/>
          </w:tcPr>
          <w:p w:rsidR="003739B4" w:rsidRPr="003739B4" w:rsidRDefault="003739B4" w:rsidP="003739B4">
            <w:pPr>
              <w:pStyle w:val="ABABodyText"/>
              <w:rPr>
                <w:lang w:val="en-US"/>
              </w:rPr>
            </w:pPr>
          </w:p>
        </w:tc>
        <w:tc>
          <w:tcPr>
            <w:tcW w:w="3968" w:type="pct"/>
            <w:vAlign w:val="bottom"/>
          </w:tcPr>
          <w:p w:rsidR="003739B4" w:rsidRPr="003739B4" w:rsidRDefault="003739B4" w:rsidP="003739B4">
            <w:pPr>
              <w:pStyle w:val="ABABodyText"/>
              <w:rPr>
                <w:lang w:val="en-US"/>
              </w:rPr>
            </w:pPr>
          </w:p>
        </w:tc>
      </w:tr>
      <w:tr w:rsidR="003739B4" w:rsidRPr="003739B4" w:rsidTr="006A4FAE">
        <w:trPr>
          <w:trHeight w:val="425"/>
          <w:jc w:val="center"/>
        </w:trPr>
        <w:tc>
          <w:tcPr>
            <w:tcW w:w="1032" w:type="pct"/>
            <w:vAlign w:val="bottom"/>
          </w:tcPr>
          <w:p w:rsidR="003739B4" w:rsidRPr="003739B4" w:rsidRDefault="003739B4" w:rsidP="003739B4">
            <w:pPr>
              <w:pStyle w:val="ABABodyText"/>
              <w:rPr>
                <w:lang w:val="en-US"/>
              </w:rPr>
            </w:pPr>
            <w:r w:rsidRPr="003739B4">
              <w:rPr>
                <w:lang w:val="en-US"/>
              </w:rPr>
              <w:t>Card number:</w:t>
            </w:r>
          </w:p>
        </w:tc>
        <w:tc>
          <w:tcPr>
            <w:tcW w:w="3968" w:type="pct"/>
            <w:vAlign w:val="bottom"/>
          </w:tcPr>
          <w:p w:rsidR="003739B4" w:rsidRPr="003739B4" w:rsidRDefault="003739B4" w:rsidP="00DF7567">
            <w:pPr>
              <w:pStyle w:val="ABABodyText"/>
              <w:rPr>
                <w:u w:val="single"/>
                <w:lang w:val="en-US"/>
              </w:rPr>
            </w:pPr>
            <w:r w:rsidRPr="003739B4">
              <w:rPr>
                <w:sz w:val="16"/>
                <w:szCs w:val="16"/>
                <w:lang w:val="en-US"/>
              </w:rPr>
              <w:t>__ __ __ __</w:t>
            </w:r>
            <w:r w:rsidRPr="003739B4">
              <w:rPr>
                <w:lang w:val="en-US"/>
              </w:rPr>
              <w:t xml:space="preserve"> / </w:t>
            </w:r>
            <w:r w:rsidRPr="003739B4">
              <w:rPr>
                <w:sz w:val="16"/>
                <w:szCs w:val="16"/>
                <w:lang w:val="en-US"/>
              </w:rPr>
              <w:t>__ __ __ __</w:t>
            </w:r>
            <w:r w:rsidRPr="003739B4">
              <w:rPr>
                <w:lang w:val="en-US"/>
              </w:rPr>
              <w:t xml:space="preserve"> / </w:t>
            </w:r>
            <w:r w:rsidRPr="003739B4">
              <w:rPr>
                <w:sz w:val="16"/>
                <w:szCs w:val="16"/>
                <w:lang w:val="en-US"/>
              </w:rPr>
              <w:t>__ __ __ __</w:t>
            </w:r>
            <w:r w:rsidRPr="003739B4">
              <w:rPr>
                <w:lang w:val="en-US"/>
              </w:rPr>
              <w:t xml:space="preserve"> / </w:t>
            </w:r>
            <w:r w:rsidRPr="003739B4">
              <w:rPr>
                <w:sz w:val="16"/>
                <w:szCs w:val="16"/>
                <w:lang w:val="en-US"/>
              </w:rPr>
              <w:t>__ __ __ __</w:t>
            </w:r>
            <w:r w:rsidRPr="003739B4">
              <w:rPr>
                <w:lang w:val="en-US"/>
              </w:rPr>
              <w:t xml:space="preserve">   Expiry Date:  _ _  /  _ _  CCV:</w:t>
            </w:r>
            <w:r w:rsidR="00DF7567">
              <w:rPr>
                <w:lang w:val="en-US"/>
              </w:rPr>
              <w:t xml:space="preserve"> _</w:t>
            </w:r>
            <w:r w:rsidRPr="003739B4">
              <w:rPr>
                <w:lang w:val="en-US"/>
              </w:rPr>
              <w:t xml:space="preserve"> _ _ </w:t>
            </w:r>
          </w:p>
        </w:tc>
      </w:tr>
      <w:tr w:rsidR="003739B4" w:rsidRPr="003739B4" w:rsidTr="009C6DD6">
        <w:trPr>
          <w:trHeight w:val="219"/>
          <w:jc w:val="center"/>
        </w:trPr>
        <w:tc>
          <w:tcPr>
            <w:tcW w:w="1032" w:type="pct"/>
            <w:vAlign w:val="bottom"/>
          </w:tcPr>
          <w:p w:rsidR="003739B4" w:rsidRPr="003739B4" w:rsidRDefault="003739B4" w:rsidP="003739B4">
            <w:pPr>
              <w:pStyle w:val="ABABodyText"/>
              <w:rPr>
                <w:lang w:val="en-US"/>
              </w:rPr>
            </w:pPr>
          </w:p>
        </w:tc>
        <w:tc>
          <w:tcPr>
            <w:tcW w:w="3968" w:type="pct"/>
            <w:vAlign w:val="bottom"/>
          </w:tcPr>
          <w:p w:rsidR="003739B4" w:rsidRPr="003739B4" w:rsidRDefault="003739B4" w:rsidP="003739B4">
            <w:pPr>
              <w:pStyle w:val="ABABodyText"/>
              <w:rPr>
                <w:u w:val="single"/>
                <w:lang w:val="en-US"/>
              </w:rPr>
            </w:pPr>
          </w:p>
        </w:tc>
      </w:tr>
      <w:tr w:rsidR="003739B4" w:rsidRPr="003739B4" w:rsidTr="006A4FAE">
        <w:trPr>
          <w:trHeight w:val="425"/>
          <w:jc w:val="center"/>
        </w:trPr>
        <w:tc>
          <w:tcPr>
            <w:tcW w:w="1032" w:type="pct"/>
            <w:vAlign w:val="bottom"/>
          </w:tcPr>
          <w:p w:rsidR="003739B4" w:rsidRPr="003739B4" w:rsidRDefault="003739B4" w:rsidP="003739B4">
            <w:pPr>
              <w:pStyle w:val="ABABodyText"/>
              <w:rPr>
                <w:lang w:val="en-US"/>
              </w:rPr>
            </w:pPr>
            <w:r w:rsidRPr="003739B4">
              <w:rPr>
                <w:lang w:val="en-US"/>
              </w:rPr>
              <w:t>Cardholder's name:</w:t>
            </w:r>
          </w:p>
        </w:tc>
        <w:tc>
          <w:tcPr>
            <w:tcW w:w="3968" w:type="pct"/>
            <w:vAlign w:val="bottom"/>
          </w:tcPr>
          <w:p w:rsidR="003739B4" w:rsidRPr="003739B4" w:rsidRDefault="003739B4" w:rsidP="009C6DD6">
            <w:pPr>
              <w:pStyle w:val="ABABodyText"/>
              <w:rPr>
                <w:u w:val="single"/>
                <w:lang w:val="en-US"/>
              </w:rPr>
            </w:pPr>
            <w:r w:rsidRPr="003739B4">
              <w:rPr>
                <w:lang w:val="en-US"/>
              </w:rPr>
              <w:t>____</w:t>
            </w:r>
            <w:r>
              <w:rPr>
                <w:lang w:val="en-US"/>
              </w:rPr>
              <w:t>_______________________</w:t>
            </w:r>
            <w:r w:rsidR="009C6DD6">
              <w:rPr>
                <w:lang w:val="en-US"/>
              </w:rPr>
              <w:t>_________</w:t>
            </w:r>
            <w:r>
              <w:rPr>
                <w:lang w:val="en-US"/>
              </w:rPr>
              <w:t xml:space="preserve">______     </w:t>
            </w:r>
          </w:p>
        </w:tc>
      </w:tr>
      <w:tr w:rsidR="009C6DD6" w:rsidRPr="003739B4" w:rsidTr="009C6DD6">
        <w:trPr>
          <w:trHeight w:val="193"/>
          <w:jc w:val="center"/>
        </w:trPr>
        <w:tc>
          <w:tcPr>
            <w:tcW w:w="1032" w:type="pct"/>
            <w:vAlign w:val="bottom"/>
          </w:tcPr>
          <w:p w:rsidR="009C6DD6" w:rsidRPr="003739B4" w:rsidRDefault="009C6DD6" w:rsidP="003739B4">
            <w:pPr>
              <w:pStyle w:val="ABABodyText"/>
              <w:rPr>
                <w:lang w:val="en-US"/>
              </w:rPr>
            </w:pPr>
          </w:p>
        </w:tc>
        <w:tc>
          <w:tcPr>
            <w:tcW w:w="3968" w:type="pct"/>
            <w:vAlign w:val="bottom"/>
          </w:tcPr>
          <w:p w:rsidR="009C6DD6" w:rsidRPr="003739B4" w:rsidRDefault="009C6DD6" w:rsidP="003739B4">
            <w:pPr>
              <w:pStyle w:val="ABABodyText"/>
              <w:rPr>
                <w:lang w:val="en-US"/>
              </w:rPr>
            </w:pPr>
          </w:p>
        </w:tc>
      </w:tr>
      <w:tr w:rsidR="009C6DD6" w:rsidRPr="003739B4" w:rsidTr="006A4FAE">
        <w:trPr>
          <w:trHeight w:val="425"/>
          <w:jc w:val="center"/>
        </w:trPr>
        <w:tc>
          <w:tcPr>
            <w:tcW w:w="1032" w:type="pct"/>
            <w:vAlign w:val="bottom"/>
          </w:tcPr>
          <w:p w:rsidR="009C6DD6" w:rsidRPr="003739B4" w:rsidRDefault="009C6DD6" w:rsidP="009C6DD6">
            <w:pPr>
              <w:pStyle w:val="ABABodyText"/>
              <w:rPr>
                <w:lang w:val="en-US"/>
              </w:rPr>
            </w:pPr>
            <w:r w:rsidRPr="003739B4">
              <w:rPr>
                <w:lang w:val="en-US"/>
              </w:rPr>
              <w:t xml:space="preserve">Cardholder's </w:t>
            </w:r>
            <w:r>
              <w:rPr>
                <w:lang w:val="en-US"/>
              </w:rPr>
              <w:t>signature</w:t>
            </w:r>
            <w:r w:rsidRPr="003739B4">
              <w:rPr>
                <w:lang w:val="en-US"/>
              </w:rPr>
              <w:t>:</w:t>
            </w:r>
          </w:p>
        </w:tc>
        <w:tc>
          <w:tcPr>
            <w:tcW w:w="3968" w:type="pct"/>
            <w:vAlign w:val="bottom"/>
          </w:tcPr>
          <w:p w:rsidR="009C6DD6" w:rsidRPr="003739B4" w:rsidRDefault="009C6DD6" w:rsidP="009C6DD6">
            <w:pPr>
              <w:pStyle w:val="ABABodyText"/>
              <w:rPr>
                <w:u w:val="single"/>
                <w:lang w:val="en-US"/>
              </w:rPr>
            </w:pPr>
            <w:r w:rsidRPr="003739B4">
              <w:rPr>
                <w:lang w:val="en-US"/>
              </w:rPr>
              <w:t>____</w:t>
            </w:r>
            <w:r>
              <w:rPr>
                <w:lang w:val="en-US"/>
              </w:rPr>
              <w:t xml:space="preserve">_______________________________________     </w:t>
            </w:r>
          </w:p>
        </w:tc>
      </w:tr>
      <w:tr w:rsidR="009C6DD6" w:rsidRPr="003739B4" w:rsidTr="009C6DD6">
        <w:trPr>
          <w:trHeight w:val="309"/>
          <w:jc w:val="center"/>
        </w:trPr>
        <w:tc>
          <w:tcPr>
            <w:tcW w:w="1032" w:type="pct"/>
            <w:vAlign w:val="bottom"/>
          </w:tcPr>
          <w:p w:rsidR="009C6DD6" w:rsidRPr="003739B4" w:rsidRDefault="009C6DD6" w:rsidP="003739B4">
            <w:pPr>
              <w:pStyle w:val="ABABodyText"/>
              <w:rPr>
                <w:lang w:val="en-US"/>
              </w:rPr>
            </w:pPr>
          </w:p>
        </w:tc>
        <w:tc>
          <w:tcPr>
            <w:tcW w:w="3968" w:type="pct"/>
            <w:vAlign w:val="bottom"/>
          </w:tcPr>
          <w:p w:rsidR="009C6DD6" w:rsidRPr="003739B4" w:rsidRDefault="009C6DD6" w:rsidP="003739B4">
            <w:pPr>
              <w:pStyle w:val="ABABodyText"/>
              <w:rPr>
                <w:lang w:val="en-US"/>
              </w:rPr>
            </w:pPr>
          </w:p>
        </w:tc>
      </w:tr>
      <w:tr w:rsidR="009C6DD6" w:rsidRPr="003739B4" w:rsidTr="006A4FAE">
        <w:trPr>
          <w:trHeight w:val="425"/>
          <w:jc w:val="center"/>
        </w:trPr>
        <w:tc>
          <w:tcPr>
            <w:tcW w:w="1032" w:type="pct"/>
            <w:vAlign w:val="bottom"/>
          </w:tcPr>
          <w:p w:rsidR="009C6DD6" w:rsidRPr="003739B4" w:rsidRDefault="009C6DD6" w:rsidP="003739B4">
            <w:pPr>
              <w:pStyle w:val="ABABodyText"/>
              <w:rPr>
                <w:lang w:val="en-US"/>
              </w:rPr>
            </w:pPr>
            <w:r w:rsidRPr="003739B4">
              <w:rPr>
                <w:lang w:val="en-US"/>
              </w:rPr>
              <w:t>Amount (including GST):</w:t>
            </w:r>
          </w:p>
        </w:tc>
        <w:tc>
          <w:tcPr>
            <w:tcW w:w="3968" w:type="pct"/>
            <w:vAlign w:val="bottom"/>
          </w:tcPr>
          <w:p w:rsidR="009C6DD6" w:rsidRPr="003739B4" w:rsidRDefault="009C6DD6" w:rsidP="00F36665">
            <w:pPr>
              <w:pStyle w:val="ABABodyText"/>
              <w:rPr>
                <w:lang w:val="en-US"/>
              </w:rPr>
            </w:pPr>
            <w:r w:rsidRPr="003739B4">
              <w:rPr>
                <w:lang w:val="en-US"/>
              </w:rPr>
              <w:t>$</w:t>
            </w:r>
            <w:r w:rsidR="00F36665">
              <w:rPr>
                <w:lang w:val="en-US"/>
              </w:rPr>
              <w:t>60</w:t>
            </w:r>
            <w:r w:rsidRPr="003739B4">
              <w:rPr>
                <w:lang w:val="en-US"/>
              </w:rPr>
              <w:t>.00                                     Receipt required:   Yes / No</w:t>
            </w:r>
          </w:p>
        </w:tc>
      </w:tr>
    </w:tbl>
    <w:p w:rsidR="003739B4" w:rsidRDefault="003739B4" w:rsidP="003739B4">
      <w:pPr>
        <w:pStyle w:val="ABABodyText"/>
        <w:rPr>
          <w:lang w:val="en-US"/>
        </w:rPr>
      </w:pPr>
    </w:p>
    <w:p w:rsidR="009C6DD6" w:rsidRPr="009C6DD6" w:rsidRDefault="009C6DD6" w:rsidP="009C6DD6">
      <w:pPr>
        <w:pStyle w:val="ABAHeading1"/>
      </w:pPr>
      <w:r>
        <w:t>Office Use Only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0"/>
        <w:gridCol w:w="6569"/>
      </w:tblGrid>
      <w:tr w:rsidR="003739B4" w:rsidRPr="003739B4" w:rsidTr="009C6DD6">
        <w:trPr>
          <w:trHeight w:val="554"/>
        </w:trPr>
        <w:tc>
          <w:tcPr>
            <w:tcW w:w="3320" w:type="dxa"/>
            <w:shd w:val="clear" w:color="auto" w:fill="auto"/>
            <w:vAlign w:val="center"/>
          </w:tcPr>
          <w:p w:rsidR="003739B4" w:rsidRPr="003739B4" w:rsidRDefault="003739B4" w:rsidP="009C6DD6">
            <w:pPr>
              <w:pStyle w:val="ABABodyText"/>
              <w:rPr>
                <w:i/>
                <w:lang w:val="en-US"/>
              </w:rPr>
            </w:pPr>
            <w:r w:rsidRPr="003739B4">
              <w:rPr>
                <w:i/>
                <w:lang w:val="en-US"/>
              </w:rPr>
              <w:t>Payment processed</w:t>
            </w:r>
          </w:p>
        </w:tc>
        <w:tc>
          <w:tcPr>
            <w:tcW w:w="6569" w:type="dxa"/>
            <w:shd w:val="clear" w:color="auto" w:fill="auto"/>
          </w:tcPr>
          <w:p w:rsidR="003739B4" w:rsidRPr="003739B4" w:rsidRDefault="003739B4" w:rsidP="003739B4">
            <w:pPr>
              <w:pStyle w:val="ABABodyText"/>
              <w:rPr>
                <w:lang w:val="en-US"/>
              </w:rPr>
            </w:pPr>
          </w:p>
        </w:tc>
      </w:tr>
      <w:tr w:rsidR="003739B4" w:rsidRPr="003739B4" w:rsidTr="009C6DD6">
        <w:trPr>
          <w:trHeight w:val="588"/>
        </w:trPr>
        <w:tc>
          <w:tcPr>
            <w:tcW w:w="3320" w:type="dxa"/>
            <w:shd w:val="clear" w:color="auto" w:fill="auto"/>
            <w:vAlign w:val="center"/>
          </w:tcPr>
          <w:p w:rsidR="003739B4" w:rsidRPr="003739B4" w:rsidRDefault="003739B4" w:rsidP="009C6DD6">
            <w:pPr>
              <w:pStyle w:val="ABABodyText"/>
              <w:rPr>
                <w:i/>
                <w:lang w:val="en-US"/>
              </w:rPr>
            </w:pPr>
            <w:r w:rsidRPr="003739B4">
              <w:rPr>
                <w:i/>
                <w:lang w:val="en-US"/>
              </w:rPr>
              <w:t>Research application outcome</w:t>
            </w:r>
          </w:p>
        </w:tc>
        <w:tc>
          <w:tcPr>
            <w:tcW w:w="6569" w:type="dxa"/>
            <w:shd w:val="clear" w:color="auto" w:fill="auto"/>
            <w:vAlign w:val="center"/>
          </w:tcPr>
          <w:p w:rsidR="003739B4" w:rsidRPr="003739B4" w:rsidRDefault="003739B4" w:rsidP="003739B4">
            <w:pPr>
              <w:pStyle w:val="ABABodyText"/>
              <w:rPr>
                <w:lang w:val="en-US"/>
              </w:rPr>
            </w:pPr>
          </w:p>
        </w:tc>
      </w:tr>
      <w:tr w:rsidR="003739B4" w:rsidRPr="003739B4" w:rsidTr="009C6DD6">
        <w:trPr>
          <w:trHeight w:val="609"/>
        </w:trPr>
        <w:tc>
          <w:tcPr>
            <w:tcW w:w="3320" w:type="dxa"/>
            <w:shd w:val="clear" w:color="auto" w:fill="auto"/>
            <w:vAlign w:val="center"/>
          </w:tcPr>
          <w:p w:rsidR="003739B4" w:rsidRPr="003739B4" w:rsidRDefault="003739B4" w:rsidP="009C6DD6">
            <w:pPr>
              <w:pStyle w:val="ABABodyText"/>
              <w:rPr>
                <w:i/>
                <w:lang w:val="en-US"/>
              </w:rPr>
            </w:pPr>
            <w:r w:rsidRPr="003739B4">
              <w:rPr>
                <w:i/>
                <w:lang w:val="en-US"/>
              </w:rPr>
              <w:t>Applicant notified</w:t>
            </w:r>
          </w:p>
        </w:tc>
        <w:tc>
          <w:tcPr>
            <w:tcW w:w="6569" w:type="dxa"/>
            <w:shd w:val="clear" w:color="auto" w:fill="auto"/>
          </w:tcPr>
          <w:p w:rsidR="003739B4" w:rsidRPr="003739B4" w:rsidRDefault="003739B4" w:rsidP="003739B4">
            <w:pPr>
              <w:pStyle w:val="ABABodyText"/>
              <w:rPr>
                <w:lang w:val="en-US"/>
              </w:rPr>
            </w:pPr>
          </w:p>
        </w:tc>
      </w:tr>
    </w:tbl>
    <w:p w:rsidR="003739B4" w:rsidRDefault="003739B4" w:rsidP="003739B4">
      <w:pPr>
        <w:pStyle w:val="ABABodyText"/>
      </w:pPr>
    </w:p>
    <w:p w:rsidR="00762CFE" w:rsidRDefault="00762CFE" w:rsidP="00DC4298">
      <w:pPr>
        <w:pStyle w:val="ABAHeading1"/>
        <w:outlineLvl w:val="0"/>
      </w:pPr>
      <w:r w:rsidRPr="00753D28">
        <w:t>Revision</w:t>
      </w:r>
      <w:r w:rsidR="00C672E8">
        <w:t xml:space="preserve"> h</w:t>
      </w:r>
      <w:r w:rsidRPr="00762CFE">
        <w:t>istory</w:t>
      </w:r>
    </w:p>
    <w:tbl>
      <w:tblPr>
        <w:tblStyle w:val="TableGrid"/>
        <w:tblW w:w="10409" w:type="dxa"/>
        <w:tblLook w:val="04A0" w:firstRow="1" w:lastRow="0" w:firstColumn="1" w:lastColumn="0" w:noHBand="0" w:noVBand="1"/>
      </w:tblPr>
      <w:tblGrid>
        <w:gridCol w:w="1543"/>
        <w:gridCol w:w="2229"/>
        <w:gridCol w:w="6637"/>
      </w:tblGrid>
      <w:tr w:rsidR="00753D28" w:rsidRPr="00D40DB0" w:rsidTr="009C6DD6">
        <w:trPr>
          <w:trHeight w:val="454"/>
        </w:trPr>
        <w:tc>
          <w:tcPr>
            <w:tcW w:w="1543" w:type="dxa"/>
            <w:vAlign w:val="center"/>
          </w:tcPr>
          <w:p w:rsidR="00753D28" w:rsidRPr="00D40DB0" w:rsidRDefault="00753D28" w:rsidP="00D40DB0">
            <w:pPr>
              <w:pStyle w:val="ABATableHeading"/>
            </w:pPr>
            <w:r w:rsidRPr="00D40DB0">
              <w:lastRenderedPageBreak/>
              <w:t>Revision</w:t>
            </w:r>
          </w:p>
        </w:tc>
        <w:tc>
          <w:tcPr>
            <w:tcW w:w="2229" w:type="dxa"/>
            <w:vAlign w:val="center"/>
          </w:tcPr>
          <w:p w:rsidR="00753D28" w:rsidRPr="00D40DB0" w:rsidRDefault="00753D28" w:rsidP="00D40DB0">
            <w:pPr>
              <w:pStyle w:val="ABATableHeading"/>
            </w:pPr>
            <w:r w:rsidRPr="00D40DB0">
              <w:t>Date</w:t>
            </w:r>
          </w:p>
        </w:tc>
        <w:tc>
          <w:tcPr>
            <w:tcW w:w="6637" w:type="dxa"/>
            <w:vAlign w:val="center"/>
          </w:tcPr>
          <w:p w:rsidR="00753D28" w:rsidRPr="00D40DB0" w:rsidRDefault="00753D28" w:rsidP="00D40DB0">
            <w:pPr>
              <w:pStyle w:val="ABATableHeading"/>
            </w:pPr>
            <w:r w:rsidRPr="00D40DB0">
              <w:t>Description of modifications</w:t>
            </w:r>
          </w:p>
        </w:tc>
      </w:tr>
      <w:tr w:rsidR="00753D28" w:rsidRPr="00753D28" w:rsidTr="009C6DD6">
        <w:trPr>
          <w:trHeight w:val="170"/>
        </w:trPr>
        <w:tc>
          <w:tcPr>
            <w:tcW w:w="1543" w:type="dxa"/>
            <w:vAlign w:val="center"/>
          </w:tcPr>
          <w:p w:rsidR="00753D28" w:rsidRPr="00BC6EA7" w:rsidRDefault="009C6DD6" w:rsidP="00A03829">
            <w:pPr>
              <w:pStyle w:val="ABATableText"/>
            </w:pPr>
            <w:r>
              <w:t>1</w:t>
            </w:r>
          </w:p>
        </w:tc>
        <w:tc>
          <w:tcPr>
            <w:tcW w:w="2229" w:type="dxa"/>
            <w:vAlign w:val="center"/>
          </w:tcPr>
          <w:p w:rsidR="00753D28" w:rsidRPr="00BC6EA7" w:rsidRDefault="008C73CA" w:rsidP="00A03829">
            <w:pPr>
              <w:pStyle w:val="ABATableText"/>
            </w:pPr>
            <w:r>
              <w:t>April 2014</w:t>
            </w:r>
          </w:p>
        </w:tc>
        <w:tc>
          <w:tcPr>
            <w:tcW w:w="6637" w:type="dxa"/>
            <w:vAlign w:val="center"/>
          </w:tcPr>
          <w:p w:rsidR="00753D28" w:rsidRPr="00BC6EA7" w:rsidRDefault="009C6DD6" w:rsidP="00A03829">
            <w:pPr>
              <w:pStyle w:val="ABATableText"/>
            </w:pPr>
            <w:r>
              <w:t>Initial version</w:t>
            </w:r>
          </w:p>
        </w:tc>
      </w:tr>
      <w:tr w:rsidR="00753D28" w:rsidRPr="00753D28" w:rsidTr="009C6DD6">
        <w:trPr>
          <w:trHeight w:val="170"/>
        </w:trPr>
        <w:tc>
          <w:tcPr>
            <w:tcW w:w="1543" w:type="dxa"/>
            <w:vAlign w:val="center"/>
          </w:tcPr>
          <w:p w:rsidR="00753D28" w:rsidRPr="00BC6EA7" w:rsidRDefault="00F36665" w:rsidP="00A03829">
            <w:pPr>
              <w:pStyle w:val="ABATableText"/>
            </w:pPr>
            <w:r>
              <w:t>2</w:t>
            </w:r>
          </w:p>
        </w:tc>
        <w:tc>
          <w:tcPr>
            <w:tcW w:w="2229" w:type="dxa"/>
            <w:vAlign w:val="center"/>
          </w:tcPr>
          <w:p w:rsidR="00753D28" w:rsidRPr="00BC6EA7" w:rsidRDefault="00F36665" w:rsidP="00A03829">
            <w:pPr>
              <w:pStyle w:val="ABATableText"/>
            </w:pPr>
            <w:r>
              <w:t>February 2017</w:t>
            </w:r>
          </w:p>
        </w:tc>
        <w:tc>
          <w:tcPr>
            <w:tcW w:w="6637" w:type="dxa"/>
            <w:vAlign w:val="center"/>
          </w:tcPr>
          <w:p w:rsidR="00753D28" w:rsidRPr="00BC6EA7" w:rsidRDefault="00F36665" w:rsidP="00A03829">
            <w:pPr>
              <w:pStyle w:val="ABATableText"/>
            </w:pPr>
            <w:r>
              <w:t>Revised contact details and pricing</w:t>
            </w:r>
          </w:p>
        </w:tc>
      </w:tr>
      <w:tr w:rsidR="00753D28" w:rsidRPr="00753D28" w:rsidTr="009C6DD6">
        <w:trPr>
          <w:trHeight w:val="170"/>
        </w:trPr>
        <w:tc>
          <w:tcPr>
            <w:tcW w:w="1543" w:type="dxa"/>
            <w:vAlign w:val="center"/>
          </w:tcPr>
          <w:p w:rsidR="00753D28" w:rsidRPr="00BC6EA7" w:rsidRDefault="00753D28" w:rsidP="00A03829">
            <w:pPr>
              <w:pStyle w:val="ABATableText"/>
            </w:pPr>
          </w:p>
        </w:tc>
        <w:tc>
          <w:tcPr>
            <w:tcW w:w="2229" w:type="dxa"/>
            <w:vAlign w:val="center"/>
          </w:tcPr>
          <w:p w:rsidR="00753D28" w:rsidRPr="00BC6EA7" w:rsidRDefault="00753D28" w:rsidP="00A03829">
            <w:pPr>
              <w:pStyle w:val="ABATableText"/>
            </w:pPr>
          </w:p>
        </w:tc>
        <w:tc>
          <w:tcPr>
            <w:tcW w:w="6637" w:type="dxa"/>
            <w:vAlign w:val="center"/>
          </w:tcPr>
          <w:p w:rsidR="00753D28" w:rsidRPr="00BC6EA7" w:rsidRDefault="00753D28" w:rsidP="00A03829">
            <w:pPr>
              <w:pStyle w:val="ABATableText"/>
            </w:pPr>
          </w:p>
        </w:tc>
      </w:tr>
    </w:tbl>
    <w:p w:rsidR="0059481B" w:rsidRDefault="0059481B" w:rsidP="00977338">
      <w:pPr>
        <w:pStyle w:val="ABABodyText"/>
      </w:pPr>
    </w:p>
    <w:sectPr w:rsidR="0059481B" w:rsidSect="004D6C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59" w:right="1133" w:bottom="794" w:left="794" w:header="284" w:footer="3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AB0" w:rsidRDefault="00243AB0" w:rsidP="00762CFE">
      <w:pPr>
        <w:spacing w:after="0" w:line="240" w:lineRule="auto"/>
      </w:pPr>
      <w:r>
        <w:separator/>
      </w:r>
    </w:p>
  </w:endnote>
  <w:endnote w:type="continuationSeparator" w:id="0">
    <w:p w:rsidR="00243AB0" w:rsidRDefault="00243AB0" w:rsidP="00762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0" w:rsidRDefault="002A74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8E" w:rsidRDefault="00E76B8E" w:rsidP="00734C51">
    <w:pPr>
      <w:pStyle w:val="ABAFooter"/>
    </w:pPr>
    <w:r>
      <w:ptab w:relativeTo="margin" w:alignment="center" w:leader="none"/>
    </w:r>
    <w:r>
      <w:t>www.breastfeeding.asn.au</w:t>
    </w:r>
    <w:r>
      <w:ptab w:relativeTo="margin" w:alignment="right" w:leader="none"/>
    </w:r>
    <w:r w:rsidRPr="0059481B">
      <w:rPr>
        <w:noProof/>
      </w:rPr>
      <w:t xml:space="preserve"> </w:t>
    </w:r>
    <w:r w:rsidRPr="00444985">
      <w:rPr>
        <w:noProof/>
      </w:rPr>
      <w:t xml:space="preserve">Page </w:t>
    </w:r>
    <w:r w:rsidRPr="00444985">
      <w:rPr>
        <w:noProof/>
      </w:rPr>
      <w:fldChar w:fldCharType="begin"/>
    </w:r>
    <w:r w:rsidRPr="00444985">
      <w:rPr>
        <w:noProof/>
      </w:rPr>
      <w:instrText xml:space="preserve"> PAGE  \* Arabic  \* MERGEFORMAT </w:instrText>
    </w:r>
    <w:r w:rsidRPr="00444985">
      <w:rPr>
        <w:noProof/>
      </w:rPr>
      <w:fldChar w:fldCharType="separate"/>
    </w:r>
    <w:r w:rsidR="00DF7567">
      <w:rPr>
        <w:noProof/>
      </w:rPr>
      <w:t>2</w:t>
    </w:r>
    <w:r w:rsidRPr="00444985">
      <w:rPr>
        <w:noProof/>
      </w:rPr>
      <w:fldChar w:fldCharType="end"/>
    </w:r>
    <w:r w:rsidRPr="00444985">
      <w:rPr>
        <w:noProof/>
      </w:rPr>
      <w:t xml:space="preserve"> of </w:t>
    </w:r>
    <w:fldSimple w:instr=" NUMPAGES  \* Arabic  \* MERGEFORMAT ">
      <w:r w:rsidR="00DF7567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8E" w:rsidRPr="00356166" w:rsidRDefault="00E76B8E" w:rsidP="00462AE0">
    <w:pPr>
      <w:pStyle w:val="ABAFooter"/>
    </w:pPr>
    <w:r>
      <w:ptab w:relativeTo="margin" w:alignment="center" w:leader="none"/>
    </w:r>
    <w:r>
      <w:t>www.breastfeeding.asn.au</w:t>
    </w:r>
    <w:r w:rsidRPr="00444985">
      <w:tab/>
    </w:r>
    <w:r w:rsidRPr="00444985">
      <w:rPr>
        <w:noProof/>
      </w:rPr>
      <w:t xml:space="preserve">Page </w:t>
    </w:r>
    <w:r w:rsidRPr="00444985">
      <w:rPr>
        <w:noProof/>
      </w:rPr>
      <w:fldChar w:fldCharType="begin"/>
    </w:r>
    <w:r w:rsidRPr="00444985">
      <w:rPr>
        <w:noProof/>
      </w:rPr>
      <w:instrText xml:space="preserve"> PAGE  \* Arabic  \* MERGEFORMAT </w:instrText>
    </w:r>
    <w:r w:rsidRPr="00444985">
      <w:rPr>
        <w:noProof/>
      </w:rPr>
      <w:fldChar w:fldCharType="separate"/>
    </w:r>
    <w:r w:rsidR="00DE4695">
      <w:rPr>
        <w:noProof/>
      </w:rPr>
      <w:t>1</w:t>
    </w:r>
    <w:r w:rsidRPr="00444985">
      <w:rPr>
        <w:noProof/>
      </w:rPr>
      <w:fldChar w:fldCharType="end"/>
    </w:r>
    <w:r w:rsidRPr="00444985">
      <w:rPr>
        <w:noProof/>
      </w:rPr>
      <w:t xml:space="preserve"> of </w:t>
    </w:r>
    <w:fldSimple w:instr=" NUMPAGES  \* Arabic  \* MERGEFORMAT ">
      <w:r w:rsidR="00DE4695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AB0" w:rsidRDefault="00243AB0" w:rsidP="00762CFE">
      <w:pPr>
        <w:spacing w:after="0" w:line="240" w:lineRule="auto"/>
      </w:pPr>
      <w:r>
        <w:separator/>
      </w:r>
    </w:p>
  </w:footnote>
  <w:footnote w:type="continuationSeparator" w:id="0">
    <w:p w:rsidR="00243AB0" w:rsidRDefault="00243AB0" w:rsidP="00762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0" w:rsidRDefault="002A74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81AB"/>
        <w:sz w:val="18"/>
        <w:szCs w:val="18"/>
      </w:rPr>
      <w:alias w:val="Title"/>
      <w:tag w:val=""/>
      <w:id w:val="1239367499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E76B8E" w:rsidRPr="008430A1" w:rsidRDefault="002A74A0" w:rsidP="005A05AC">
        <w:pPr>
          <w:pStyle w:val="ABAHeader"/>
          <w:rPr>
            <w:color w:val="0081AB"/>
            <w:sz w:val="18"/>
            <w:szCs w:val="18"/>
          </w:rPr>
        </w:pPr>
        <w:r>
          <w:rPr>
            <w:color w:val="0081AB"/>
            <w:sz w:val="18"/>
            <w:szCs w:val="18"/>
          </w:rPr>
          <w:t>Research assistance application payment form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8E" w:rsidRPr="00D1349D" w:rsidRDefault="00155F45" w:rsidP="00332D6E">
    <w:pPr>
      <w:tabs>
        <w:tab w:val="center" w:pos="4989"/>
        <w:tab w:val="left" w:pos="8200"/>
        <w:tab w:val="right" w:pos="8364"/>
      </w:tabs>
      <w:rPr>
        <w:rFonts w:ascii="Trebuchet MS" w:hAnsi="Trebuchet MS"/>
        <w:noProof/>
        <w:sz w:val="18"/>
        <w:szCs w:val="18"/>
        <w:lang w:eastAsia="en-AU"/>
      </w:rPr>
    </w:pPr>
    <w:r>
      <w:rPr>
        <w:rFonts w:ascii="Trebuchet MS" w:hAnsi="Trebuchet MS"/>
        <w:noProof/>
        <w:sz w:val="18"/>
        <w:szCs w:val="18"/>
        <w:lang w:eastAsia="en-AU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A96CBA5" wp14:editId="360F5F12">
              <wp:simplePos x="0" y="0"/>
              <wp:positionH relativeFrom="column">
                <wp:posOffset>5260975</wp:posOffset>
              </wp:positionH>
              <wp:positionV relativeFrom="paragraph">
                <wp:posOffset>123825</wp:posOffset>
              </wp:positionV>
              <wp:extent cx="1422400" cy="1066800"/>
              <wp:effectExtent l="0" t="0" r="6350" b="0"/>
              <wp:wrapNone/>
              <wp:docPr id="3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2400" cy="1066800"/>
                        <a:chOff x="0" y="0"/>
                        <a:chExt cx="1422400" cy="1066800"/>
                      </a:xfrm>
                    </wpg:grpSpPr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2400" cy="6773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2" name="Text Box 2"/>
                      <wps:cNvSpPr txBox="1"/>
                      <wps:spPr>
                        <a:xfrm>
                          <a:off x="431800" y="635000"/>
                          <a:ext cx="9906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F45" w:rsidRPr="00155F45" w:rsidRDefault="00155F45" w:rsidP="00155F45">
                            <w:pPr>
                              <w:spacing w:after="0" w:line="240" w:lineRule="auto"/>
                              <w:rPr>
                                <w:rFonts w:ascii="Trebuchet MS" w:hAnsi="Trebuchet MS"/>
                                <w:color w:val="0081AB"/>
                                <w:sz w:val="14"/>
                              </w:rPr>
                            </w:pPr>
                            <w:r w:rsidRPr="00155F45">
                              <w:rPr>
                                <w:rFonts w:ascii="Trebuchet MS" w:hAnsi="Trebuchet MS"/>
                                <w:color w:val="0081AB"/>
                                <w:sz w:val="14"/>
                              </w:rPr>
                              <w:t>ABN 64 005 081 523</w:t>
                            </w:r>
                          </w:p>
                          <w:p w:rsidR="00155F45" w:rsidRPr="00155F45" w:rsidRDefault="00155F45" w:rsidP="00155F45">
                            <w:pPr>
                              <w:spacing w:after="0" w:line="240" w:lineRule="auto"/>
                              <w:rPr>
                                <w:rFonts w:ascii="Trebuchet MS" w:hAnsi="Trebuchet MS"/>
                                <w:color w:val="0081AB"/>
                                <w:sz w:val="14"/>
                              </w:rPr>
                            </w:pPr>
                            <w:r w:rsidRPr="00155F45">
                              <w:rPr>
                                <w:rFonts w:ascii="Trebuchet MS" w:hAnsi="Trebuchet MS"/>
                                <w:color w:val="0081AB"/>
                                <w:sz w:val="14"/>
                              </w:rPr>
                              <w:t>RTO 21659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96CBA5" id="Group 3" o:spid="_x0000_s1026" style="position:absolute;margin-left:414.25pt;margin-top:9.75pt;width:112pt;height:84pt;z-index:251660288" coordsize="14224,10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14224;height:67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k7iLCAAAA2gAAAA8AAABkcnMvZG93bnJldi54bWxET0trwkAQvhf8D8sIvdVNemgluooIQvHS&#10;mlrE25Adk2B2NmbXvH59Vyj0NHx8z1mue1OJlhpXWlYQzyIQxJnVJecKjt+7lzkI55E1VpZJwUAO&#10;1qvJ0xITbTs+UJv6XIQQdgkqKLyvEyldVpBBN7M1ceAutjHoA2xyqRvsQrip5GsUvUmDJYeGAmva&#10;FpRd07tR8PW5Lw/9EF/P8c94S4/v8/FUZ0o9T/vNAoSn3v+L/9wfOsyHxyuPK1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JO4iwgAAANoAAAAPAAAAAAAAAAAAAAAAAJ8C&#10;AABkcnMvZG93bnJldi54bWxQSwUGAAAAAAQABAD3AAAAjgMAAAAA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318;top:6350;width:9906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<v:textbox>
                  <w:txbxContent>
                    <w:p w:rsidR="00155F45" w:rsidRPr="00155F45" w:rsidRDefault="00155F45" w:rsidP="00155F45">
                      <w:pPr>
                        <w:spacing w:after="0" w:line="240" w:lineRule="auto"/>
                        <w:rPr>
                          <w:rFonts w:ascii="Trebuchet MS" w:hAnsi="Trebuchet MS"/>
                          <w:color w:val="0081AB"/>
                          <w:sz w:val="14"/>
                        </w:rPr>
                      </w:pPr>
                      <w:r w:rsidRPr="00155F45">
                        <w:rPr>
                          <w:rFonts w:ascii="Trebuchet MS" w:hAnsi="Trebuchet MS"/>
                          <w:color w:val="0081AB"/>
                          <w:sz w:val="14"/>
                        </w:rPr>
                        <w:t>ABN 64 005 081 523</w:t>
                      </w:r>
                    </w:p>
                    <w:p w:rsidR="00155F45" w:rsidRPr="00155F45" w:rsidRDefault="00155F45" w:rsidP="00155F45">
                      <w:pPr>
                        <w:spacing w:after="0" w:line="240" w:lineRule="auto"/>
                        <w:rPr>
                          <w:rFonts w:ascii="Trebuchet MS" w:hAnsi="Trebuchet MS"/>
                          <w:color w:val="0081AB"/>
                          <w:sz w:val="14"/>
                        </w:rPr>
                      </w:pPr>
                      <w:r w:rsidRPr="00155F45">
                        <w:rPr>
                          <w:rFonts w:ascii="Trebuchet MS" w:hAnsi="Trebuchet MS"/>
                          <w:color w:val="0081AB"/>
                          <w:sz w:val="14"/>
                        </w:rPr>
                        <w:t>RTO 21659</w:t>
                      </w:r>
                    </w:p>
                  </w:txbxContent>
                </v:textbox>
              </v:shape>
            </v:group>
          </w:pict>
        </mc:Fallback>
      </mc:AlternateContent>
    </w:r>
  </w:p>
  <w:sdt>
    <w:sdtPr>
      <w:alias w:val="Title"/>
      <w:tag w:val=""/>
      <w:id w:val="1727569500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E76B8E" w:rsidRPr="0059481B" w:rsidRDefault="002A74A0" w:rsidP="00155F45">
        <w:pPr>
          <w:pStyle w:val="ABATitle"/>
          <w:tabs>
            <w:tab w:val="clear" w:pos="10348"/>
            <w:tab w:val="right" w:pos="8080"/>
          </w:tabs>
          <w:ind w:right="1954"/>
          <w:rPr>
            <w:sz w:val="8"/>
            <w:szCs w:val="18"/>
          </w:rPr>
        </w:pPr>
        <w:r>
          <w:t>Research assistance application payment form</w:t>
        </w:r>
      </w:p>
    </w:sdtContent>
  </w:sdt>
  <w:p w:rsidR="00E76B8E" w:rsidRPr="00D1349D" w:rsidRDefault="00E76B8E" w:rsidP="00F60659">
    <w:pPr>
      <w:tabs>
        <w:tab w:val="left" w:pos="1480"/>
        <w:tab w:val="left" w:pos="9072"/>
        <w:tab w:val="right" w:pos="10348"/>
      </w:tabs>
      <w:rPr>
        <w:rFonts w:ascii="Trebuchet MS" w:hAnsi="Trebuchet MS"/>
        <w:noProof/>
        <w:color w:val="0081AB"/>
        <w:sz w:val="14"/>
        <w:szCs w:val="14"/>
        <w:lang w:eastAsia="en-A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E0818"/>
    <w:multiLevelType w:val="hybridMultilevel"/>
    <w:tmpl w:val="454A86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C4148"/>
    <w:multiLevelType w:val="hybridMultilevel"/>
    <w:tmpl w:val="58FE8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D0E80"/>
    <w:multiLevelType w:val="hybridMultilevel"/>
    <w:tmpl w:val="DFC65522"/>
    <w:lvl w:ilvl="0" w:tplc="C4626A98">
      <w:start w:val="1"/>
      <w:numFmt w:val="bullet"/>
      <w:pStyle w:val="ABA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B4"/>
    <w:rsid w:val="00003DF9"/>
    <w:rsid w:val="00012F31"/>
    <w:rsid w:val="00020507"/>
    <w:rsid w:val="00031865"/>
    <w:rsid w:val="00055F0C"/>
    <w:rsid w:val="000753DD"/>
    <w:rsid w:val="000A6D0D"/>
    <w:rsid w:val="000D6DA1"/>
    <w:rsid w:val="00155F45"/>
    <w:rsid w:val="001A0A86"/>
    <w:rsid w:val="001A6838"/>
    <w:rsid w:val="001D54AF"/>
    <w:rsid w:val="00204D45"/>
    <w:rsid w:val="002161F4"/>
    <w:rsid w:val="00243AB0"/>
    <w:rsid w:val="00255929"/>
    <w:rsid w:val="00267912"/>
    <w:rsid w:val="0027710A"/>
    <w:rsid w:val="002A74A0"/>
    <w:rsid w:val="002C25CA"/>
    <w:rsid w:val="002E6D5A"/>
    <w:rsid w:val="002E71C4"/>
    <w:rsid w:val="002F262D"/>
    <w:rsid w:val="0031009B"/>
    <w:rsid w:val="00332D6E"/>
    <w:rsid w:val="003510B5"/>
    <w:rsid w:val="00356166"/>
    <w:rsid w:val="003711A7"/>
    <w:rsid w:val="0037323D"/>
    <w:rsid w:val="003739B4"/>
    <w:rsid w:val="003805D5"/>
    <w:rsid w:val="003C7EBE"/>
    <w:rsid w:val="003D0B6D"/>
    <w:rsid w:val="00437EC1"/>
    <w:rsid w:val="00462AE0"/>
    <w:rsid w:val="00463A93"/>
    <w:rsid w:val="004D5466"/>
    <w:rsid w:val="004D6C9A"/>
    <w:rsid w:val="0053789E"/>
    <w:rsid w:val="00552A33"/>
    <w:rsid w:val="00565BDE"/>
    <w:rsid w:val="005908C3"/>
    <w:rsid w:val="0059481B"/>
    <w:rsid w:val="005A05AC"/>
    <w:rsid w:val="005A7508"/>
    <w:rsid w:val="005D426D"/>
    <w:rsid w:val="005E22D8"/>
    <w:rsid w:val="006218F9"/>
    <w:rsid w:val="00681C88"/>
    <w:rsid w:val="006A51D3"/>
    <w:rsid w:val="006D5147"/>
    <w:rsid w:val="006D7E5C"/>
    <w:rsid w:val="00734C51"/>
    <w:rsid w:val="00753D28"/>
    <w:rsid w:val="00762CFE"/>
    <w:rsid w:val="007E0985"/>
    <w:rsid w:val="007E3A9D"/>
    <w:rsid w:val="007F1194"/>
    <w:rsid w:val="00814A9D"/>
    <w:rsid w:val="00825CE8"/>
    <w:rsid w:val="008430A1"/>
    <w:rsid w:val="00851621"/>
    <w:rsid w:val="0085683A"/>
    <w:rsid w:val="00867AFB"/>
    <w:rsid w:val="00874152"/>
    <w:rsid w:val="008C73CA"/>
    <w:rsid w:val="00905226"/>
    <w:rsid w:val="00956EA5"/>
    <w:rsid w:val="00977338"/>
    <w:rsid w:val="00984941"/>
    <w:rsid w:val="009B3706"/>
    <w:rsid w:val="009C6DD6"/>
    <w:rsid w:val="009E4B32"/>
    <w:rsid w:val="009E56EF"/>
    <w:rsid w:val="00A03829"/>
    <w:rsid w:val="00A3086E"/>
    <w:rsid w:val="00A33906"/>
    <w:rsid w:val="00A40ACF"/>
    <w:rsid w:val="00A47D9B"/>
    <w:rsid w:val="00A633D1"/>
    <w:rsid w:val="00A877CF"/>
    <w:rsid w:val="00AB767D"/>
    <w:rsid w:val="00AE5D78"/>
    <w:rsid w:val="00B26B1A"/>
    <w:rsid w:val="00B4626B"/>
    <w:rsid w:val="00BB5253"/>
    <w:rsid w:val="00BC6EA7"/>
    <w:rsid w:val="00C104C6"/>
    <w:rsid w:val="00C22FBF"/>
    <w:rsid w:val="00C66BA2"/>
    <w:rsid w:val="00C672E8"/>
    <w:rsid w:val="00C71EDC"/>
    <w:rsid w:val="00C92823"/>
    <w:rsid w:val="00D30418"/>
    <w:rsid w:val="00D40DB0"/>
    <w:rsid w:val="00D734E5"/>
    <w:rsid w:val="00D84FDC"/>
    <w:rsid w:val="00DA4012"/>
    <w:rsid w:val="00DC4298"/>
    <w:rsid w:val="00DD620A"/>
    <w:rsid w:val="00DE4695"/>
    <w:rsid w:val="00DF7567"/>
    <w:rsid w:val="00E00864"/>
    <w:rsid w:val="00E04C3D"/>
    <w:rsid w:val="00E17F83"/>
    <w:rsid w:val="00E76B8E"/>
    <w:rsid w:val="00EA3C31"/>
    <w:rsid w:val="00EA73FA"/>
    <w:rsid w:val="00F00FCE"/>
    <w:rsid w:val="00F14E63"/>
    <w:rsid w:val="00F36665"/>
    <w:rsid w:val="00F57178"/>
    <w:rsid w:val="00F60659"/>
    <w:rsid w:val="00F6713F"/>
    <w:rsid w:val="00F77169"/>
    <w:rsid w:val="00F87E48"/>
    <w:rsid w:val="00FC496A"/>
    <w:rsid w:val="00FC7660"/>
    <w:rsid w:val="00FD5359"/>
    <w:rsid w:val="00FE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74341FA-C818-463D-A88E-09644913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D78"/>
  </w:style>
  <w:style w:type="paragraph" w:styleId="Heading2">
    <w:name w:val="heading 2"/>
    <w:next w:val="Normal"/>
    <w:link w:val="Heading2Char"/>
    <w:uiPriority w:val="9"/>
    <w:unhideWhenUsed/>
    <w:qFormat/>
    <w:rsid w:val="00EA73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B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3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Title">
    <w:name w:val="ABA Title"/>
    <w:basedOn w:val="Normal"/>
    <w:qFormat/>
    <w:rsid w:val="00EA73FA"/>
    <w:pPr>
      <w:tabs>
        <w:tab w:val="center" w:pos="4513"/>
        <w:tab w:val="right" w:pos="10348"/>
      </w:tabs>
      <w:spacing w:after="0" w:line="240" w:lineRule="auto"/>
    </w:pPr>
    <w:rPr>
      <w:rFonts w:ascii="Trebuchet MS" w:hAnsi="Trebuchet MS"/>
      <w:b/>
      <w:noProof/>
      <w:color w:val="0081AB"/>
      <w:sz w:val="36"/>
      <w:szCs w:val="36"/>
      <w:lang w:eastAsia="en-AU"/>
    </w:rPr>
  </w:style>
  <w:style w:type="paragraph" w:customStyle="1" w:styleId="ABAHeading">
    <w:name w:val="ABA Heading"/>
    <w:qFormat/>
    <w:rsid w:val="00A03829"/>
    <w:pPr>
      <w:spacing w:after="0" w:line="360" w:lineRule="auto"/>
    </w:pPr>
    <w:rPr>
      <w:rFonts w:ascii="Trebuchet MS" w:hAnsi="Trebuchet MS"/>
      <w:b/>
      <w:color w:val="0081AB"/>
      <w:sz w:val="24"/>
      <w:szCs w:val="24"/>
    </w:rPr>
  </w:style>
  <w:style w:type="paragraph" w:customStyle="1" w:styleId="ABABodyText">
    <w:name w:val="ABA Body Text"/>
    <w:link w:val="ABABodyTextChar"/>
    <w:qFormat/>
    <w:rsid w:val="00A03829"/>
    <w:pPr>
      <w:spacing w:after="0" w:line="360" w:lineRule="auto"/>
    </w:pPr>
    <w:rPr>
      <w:rFonts w:ascii="Trebuchet MS" w:hAnsi="Trebuchet MS"/>
      <w:szCs w:val="24"/>
    </w:rPr>
  </w:style>
  <w:style w:type="paragraph" w:customStyle="1" w:styleId="ABATableHeading">
    <w:name w:val="ABA Table Heading"/>
    <w:qFormat/>
    <w:rsid w:val="00D40DB0"/>
    <w:pPr>
      <w:spacing w:before="120" w:after="120" w:line="240" w:lineRule="auto"/>
    </w:pPr>
    <w:rPr>
      <w:rFonts w:ascii="Trebuchet MS" w:hAnsi="Trebuchet MS"/>
      <w:b/>
      <w:color w:val="0081AB"/>
      <w:szCs w:val="24"/>
    </w:rPr>
  </w:style>
  <w:style w:type="paragraph" w:customStyle="1" w:styleId="ABATableText">
    <w:name w:val="ABA Table Text"/>
    <w:qFormat/>
    <w:rsid w:val="00E00864"/>
    <w:pPr>
      <w:spacing w:before="80" w:after="80" w:line="240" w:lineRule="auto"/>
    </w:pPr>
    <w:rPr>
      <w:rFonts w:ascii="Trebuchet MS" w:hAnsi="Trebuchet MS"/>
      <w:sz w:val="20"/>
      <w:szCs w:val="20"/>
    </w:rPr>
  </w:style>
  <w:style w:type="paragraph" w:customStyle="1" w:styleId="ABAHeading1">
    <w:name w:val="ABA Heading 1"/>
    <w:basedOn w:val="ABAHeading"/>
    <w:qFormat/>
    <w:rsid w:val="00D40DB0"/>
    <w:pPr>
      <w:spacing w:before="120" w:after="80" w:line="240" w:lineRule="auto"/>
    </w:pPr>
  </w:style>
  <w:style w:type="paragraph" w:customStyle="1" w:styleId="ABAHeading2">
    <w:name w:val="ABA Heading 2"/>
    <w:basedOn w:val="ABAHeading"/>
    <w:qFormat/>
    <w:rsid w:val="00825CE8"/>
    <w:pPr>
      <w:ind w:left="720"/>
    </w:pPr>
    <w:rPr>
      <w:sz w:val="23"/>
    </w:rPr>
  </w:style>
  <w:style w:type="paragraph" w:customStyle="1" w:styleId="ABABulletPoints">
    <w:name w:val="ABA Bullet Points"/>
    <w:basedOn w:val="ABABodyText"/>
    <w:qFormat/>
    <w:rsid w:val="00E00864"/>
    <w:pPr>
      <w:numPr>
        <w:numId w:val="2"/>
      </w:numPr>
      <w:ind w:left="357" w:hanging="357"/>
    </w:pPr>
  </w:style>
  <w:style w:type="paragraph" w:customStyle="1" w:styleId="ABAHeading3">
    <w:name w:val="ABA Heading 3"/>
    <w:basedOn w:val="ABAHeading"/>
    <w:qFormat/>
    <w:rsid w:val="00825CE8"/>
    <w:pPr>
      <w:ind w:left="1440"/>
    </w:pPr>
    <w:rPr>
      <w:sz w:val="23"/>
    </w:rPr>
  </w:style>
  <w:style w:type="paragraph" w:customStyle="1" w:styleId="ABAOptionalNote">
    <w:name w:val="ABA Optional Note"/>
    <w:basedOn w:val="ABABodyText"/>
    <w:link w:val="ABAOptionalNoteChar"/>
    <w:qFormat/>
    <w:rsid w:val="00AE5D78"/>
  </w:style>
  <w:style w:type="character" w:customStyle="1" w:styleId="Heading2Char">
    <w:name w:val="Heading 2 Char"/>
    <w:basedOn w:val="DefaultParagraphFont"/>
    <w:link w:val="Heading2"/>
    <w:uiPriority w:val="9"/>
    <w:rsid w:val="00EA73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ATitlewithinHeader">
    <w:name w:val="ABA Title within Header"/>
    <w:basedOn w:val="Normal"/>
    <w:qFormat/>
    <w:rsid w:val="00EA73FA"/>
    <w:pPr>
      <w:tabs>
        <w:tab w:val="center" w:pos="4513"/>
        <w:tab w:val="right" w:pos="10348"/>
      </w:tabs>
      <w:spacing w:after="0" w:line="240" w:lineRule="auto"/>
    </w:pPr>
    <w:rPr>
      <w:rFonts w:ascii="Trebuchet MS" w:hAnsi="Trebuchet MS"/>
      <w:b/>
      <w:noProof/>
      <w:color w:val="0081AB"/>
      <w:sz w:val="32"/>
      <w:szCs w:val="18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59481B"/>
    <w:rPr>
      <w:color w:val="808080"/>
    </w:rPr>
  </w:style>
  <w:style w:type="paragraph" w:customStyle="1" w:styleId="ABAFooter">
    <w:name w:val="ABA Footer"/>
    <w:basedOn w:val="Normal"/>
    <w:link w:val="ABAFooterChar"/>
    <w:qFormat/>
    <w:rsid w:val="00EA73FA"/>
    <w:pPr>
      <w:tabs>
        <w:tab w:val="center" w:pos="4513"/>
        <w:tab w:val="right" w:pos="10206"/>
      </w:tabs>
      <w:spacing w:after="0" w:line="240" w:lineRule="auto"/>
    </w:pPr>
    <w:rPr>
      <w:rFonts w:ascii="Trebuchet MS" w:hAnsi="Trebuchet MS"/>
      <w:sz w:val="18"/>
      <w:szCs w:val="18"/>
    </w:rPr>
  </w:style>
  <w:style w:type="character" w:customStyle="1" w:styleId="ABAFooterChar">
    <w:name w:val="ABA Footer Char"/>
    <w:basedOn w:val="DefaultParagraphFont"/>
    <w:link w:val="ABAFooter"/>
    <w:rsid w:val="00EA73FA"/>
    <w:rPr>
      <w:rFonts w:ascii="Trebuchet MS" w:hAnsi="Trebuchet MS"/>
      <w:sz w:val="18"/>
      <w:szCs w:val="18"/>
    </w:rPr>
  </w:style>
  <w:style w:type="paragraph" w:customStyle="1" w:styleId="ABAHeader">
    <w:name w:val="ABA Header"/>
    <w:basedOn w:val="ABAOptionalNote"/>
    <w:link w:val="ABAHeaderChar"/>
    <w:qFormat/>
    <w:rsid w:val="005A05AC"/>
  </w:style>
  <w:style w:type="character" w:customStyle="1" w:styleId="ABABodyTextChar">
    <w:name w:val="ABA Body Text Char"/>
    <w:basedOn w:val="DefaultParagraphFont"/>
    <w:link w:val="ABABodyText"/>
    <w:rsid w:val="005A05AC"/>
    <w:rPr>
      <w:rFonts w:ascii="Trebuchet MS" w:hAnsi="Trebuchet MS"/>
      <w:szCs w:val="24"/>
    </w:rPr>
  </w:style>
  <w:style w:type="character" w:customStyle="1" w:styleId="ABAOptionalNoteChar">
    <w:name w:val="ABA Optional Note Char"/>
    <w:basedOn w:val="ABABodyTextChar"/>
    <w:link w:val="ABAOptionalNote"/>
    <w:rsid w:val="005A05AC"/>
    <w:rPr>
      <w:rFonts w:ascii="Trebuchet MS" w:hAnsi="Trebuchet MS"/>
      <w:szCs w:val="24"/>
    </w:rPr>
  </w:style>
  <w:style w:type="character" w:customStyle="1" w:styleId="ABAHeaderChar">
    <w:name w:val="ABA Header Char"/>
    <w:basedOn w:val="ABAOptionalNoteChar"/>
    <w:link w:val="ABAHeader"/>
    <w:rsid w:val="005A05AC"/>
    <w:rPr>
      <w:rFonts w:ascii="Trebuchet MS" w:hAnsi="Trebuchet MS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C4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C429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31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86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32D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2D6E"/>
  </w:style>
  <w:style w:type="paragraph" w:styleId="Footer">
    <w:name w:val="footer"/>
    <w:basedOn w:val="Normal"/>
    <w:link w:val="FooterChar"/>
    <w:uiPriority w:val="99"/>
    <w:unhideWhenUsed/>
    <w:rsid w:val="00332D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D6E"/>
  </w:style>
  <w:style w:type="character" w:styleId="Hyperlink">
    <w:name w:val="Hyperlink"/>
    <w:basedOn w:val="DefaultParagraphFont"/>
    <w:uiPriority w:val="99"/>
    <w:unhideWhenUsed/>
    <w:rsid w:val="00681C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ounts@breastfeeding.asn.a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RCINF~1\AppData\Local\Temp\TEMPL-Form-V1.2-2013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6E049-0E9C-4BC3-9BE4-74DD3B5E4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TEMPL-Form-V1.2-201312</Template>
  <TotalTime>4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assistance application payment form</vt:lpstr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assistance application payment form</dc:title>
  <dc:creator>Australian Breastfeeding Association</dc:creator>
  <cp:lastModifiedBy>Susan Tawia</cp:lastModifiedBy>
  <cp:revision>4</cp:revision>
  <dcterms:created xsi:type="dcterms:W3CDTF">2017-02-15T22:14:00Z</dcterms:created>
  <dcterms:modified xsi:type="dcterms:W3CDTF">2017-02-16T21:16:00Z</dcterms:modified>
</cp:coreProperties>
</file>